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EC4" w:rsidRDefault="00D15EC4" w:rsidP="00D15EC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3F1855">
        <w:t>4</w:t>
      </w:r>
      <w:r w:rsidR="003C78C2">
        <w:t>/</w:t>
      </w:r>
      <w:r w:rsidR="002A5554">
        <w:t>09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F1855">
        <w:t>21. listopadu</w:t>
      </w:r>
      <w:r>
        <w:t xml:space="preserve"> 201</w:t>
      </w:r>
      <w:r w:rsidR="00AE3BF8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F1855" w:rsidRPr="003F1855" w:rsidRDefault="003F1855" w:rsidP="00BF4956">
      <w:pPr>
        <w:pStyle w:val="Nadpis2"/>
        <w:numPr>
          <w:ilvl w:val="0"/>
          <w:numId w:val="9"/>
        </w:numPr>
        <w:tabs>
          <w:tab w:val="clear" w:pos="5103"/>
          <w:tab w:val="left" w:pos="284"/>
        </w:tabs>
        <w:ind w:left="0" w:firstLine="0"/>
        <w:jc w:val="both"/>
      </w:pPr>
      <w:r w:rsidRPr="003F1855">
        <w:lastRenderedPageBreak/>
        <w:t>Osobní příplatek ředitelky Mateřské školy</w:t>
      </w:r>
      <w:r w:rsidR="00BF4956">
        <w:t xml:space="preserve"> </w:t>
      </w:r>
      <w:r w:rsidRPr="003F1855">
        <w:t>Strakonice, Lidická 625</w:t>
      </w:r>
    </w:p>
    <w:p w:rsidR="003F1855" w:rsidRPr="003F1855" w:rsidRDefault="003F1855" w:rsidP="003F1855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3F1855" w:rsidRPr="003F1855" w:rsidRDefault="003F1855" w:rsidP="003F1855">
      <w:pPr>
        <w:jc w:val="both"/>
        <w:rPr>
          <w:b/>
          <w:bCs/>
          <w:i/>
          <w:iCs/>
          <w:u w:val="single"/>
        </w:rPr>
      </w:pPr>
      <w:r w:rsidRPr="00CB6DDB">
        <w:rPr>
          <w:b/>
          <w:bCs/>
          <w:iCs/>
          <w:u w:val="single"/>
        </w:rPr>
        <w:t>Návrh usnesení</w:t>
      </w:r>
      <w:r w:rsidRPr="003F1855">
        <w:rPr>
          <w:b/>
          <w:bCs/>
          <w:i/>
          <w:iCs/>
          <w:u w:val="single"/>
        </w:rPr>
        <w:t>:</w:t>
      </w:r>
      <w:r w:rsidRPr="003F1855">
        <w:rPr>
          <w:bCs/>
          <w:i/>
          <w:iCs/>
        </w:rPr>
        <w:t xml:space="preserve"> </w:t>
      </w:r>
    </w:p>
    <w:p w:rsidR="003F1855" w:rsidRPr="003F1855" w:rsidRDefault="003F1855" w:rsidP="003F1855">
      <w:pPr>
        <w:jc w:val="both"/>
      </w:pPr>
      <w:r w:rsidRPr="003F1855">
        <w:t>RM po projednání</w:t>
      </w:r>
    </w:p>
    <w:p w:rsidR="003F1855" w:rsidRPr="003F1855" w:rsidRDefault="003F1855" w:rsidP="003F1855">
      <w:pPr>
        <w:jc w:val="both"/>
      </w:pPr>
    </w:p>
    <w:p w:rsidR="003F1855" w:rsidRPr="003F1855" w:rsidRDefault="003F1855" w:rsidP="003F185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Schvaluje</w:t>
      </w:r>
    </w:p>
    <w:p w:rsidR="003F1855" w:rsidRPr="003F1855" w:rsidRDefault="003F1855" w:rsidP="003F1855">
      <w:pPr>
        <w:jc w:val="both"/>
      </w:pPr>
      <w:r w:rsidRPr="003F1855">
        <w:t>osobní příplatek ředitelky Mateřské školy Strakonice, Lidická 625 od 1. ledna 2019,  dle přílohy uložené na odboru školství a cestovního ruchu.</w:t>
      </w:r>
    </w:p>
    <w:p w:rsidR="003F1855" w:rsidRPr="003F1855" w:rsidRDefault="003F1855" w:rsidP="003F1855">
      <w:pPr>
        <w:jc w:val="both"/>
      </w:pPr>
    </w:p>
    <w:p w:rsidR="003F1855" w:rsidRPr="003F1855" w:rsidRDefault="003F1855" w:rsidP="003F185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 w:rsidR="006B5D46"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Ukládá</w:t>
      </w:r>
    </w:p>
    <w:p w:rsidR="003F1855" w:rsidRDefault="003F1855" w:rsidP="003F1855">
      <w:pPr>
        <w:widowControl w:val="0"/>
        <w:autoSpaceDE w:val="0"/>
        <w:autoSpaceDN w:val="0"/>
        <w:adjustRightInd w:val="0"/>
        <w:jc w:val="both"/>
      </w:pPr>
      <w:r w:rsidRPr="003F1855">
        <w:t>odboru školství a cestovního ruchu zajistit splnění výše uvedeného usnesení.</w:t>
      </w:r>
    </w:p>
    <w:p w:rsidR="00BF4956" w:rsidRDefault="00BF4956" w:rsidP="003F1855">
      <w:pPr>
        <w:widowControl w:val="0"/>
        <w:autoSpaceDE w:val="0"/>
        <w:autoSpaceDN w:val="0"/>
        <w:adjustRightInd w:val="0"/>
        <w:jc w:val="both"/>
      </w:pPr>
    </w:p>
    <w:p w:rsidR="00BF4956" w:rsidRDefault="00BF4956" w:rsidP="003F1855">
      <w:pPr>
        <w:widowControl w:val="0"/>
        <w:autoSpaceDE w:val="0"/>
        <w:autoSpaceDN w:val="0"/>
        <w:adjustRightInd w:val="0"/>
        <w:jc w:val="both"/>
      </w:pPr>
    </w:p>
    <w:p w:rsidR="00BF4956" w:rsidRDefault="00BF4956" w:rsidP="00BF4956">
      <w:pPr>
        <w:pStyle w:val="Nadpis2"/>
        <w:numPr>
          <w:ilvl w:val="0"/>
          <w:numId w:val="9"/>
        </w:numPr>
        <w:tabs>
          <w:tab w:val="clear" w:pos="5103"/>
          <w:tab w:val="left" w:pos="284"/>
        </w:tabs>
        <w:ind w:left="0" w:firstLine="0"/>
        <w:rPr>
          <w:szCs w:val="32"/>
        </w:rPr>
      </w:pPr>
      <w:r>
        <w:rPr>
          <w:szCs w:val="32"/>
        </w:rPr>
        <w:t xml:space="preserve">Užití znaku města Strakonice – Bonus </w:t>
      </w:r>
      <w:proofErr w:type="spellStart"/>
      <w:r>
        <w:rPr>
          <w:szCs w:val="32"/>
        </w:rPr>
        <w:t>Card</w:t>
      </w:r>
      <w:proofErr w:type="spellEnd"/>
      <w:r>
        <w:rPr>
          <w:szCs w:val="32"/>
        </w:rPr>
        <w:t xml:space="preserve">, </w:t>
      </w:r>
      <w:proofErr w:type="spellStart"/>
      <w:r>
        <w:rPr>
          <w:szCs w:val="32"/>
        </w:rPr>
        <w:t>spol</w:t>
      </w:r>
      <w:proofErr w:type="spellEnd"/>
      <w:r>
        <w:rPr>
          <w:szCs w:val="32"/>
        </w:rPr>
        <w:t xml:space="preserve"> s. r.o.</w:t>
      </w:r>
    </w:p>
    <w:p w:rsidR="00BF4956" w:rsidRDefault="00BF4956" w:rsidP="00BF4956">
      <w:pPr>
        <w:jc w:val="both"/>
      </w:pPr>
    </w:p>
    <w:p w:rsidR="00BF4956" w:rsidRDefault="00BF4956" w:rsidP="00BF4956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4956" w:rsidRDefault="00BF4956" w:rsidP="00BF4956">
      <w:r w:rsidRPr="003C78C2">
        <w:t>RM po projednání</w:t>
      </w:r>
    </w:p>
    <w:p w:rsidR="00BF4956" w:rsidRDefault="00BF4956" w:rsidP="00BF4956"/>
    <w:p w:rsidR="00BF4956" w:rsidRDefault="00BF4956" w:rsidP="00BF4956">
      <w:pPr>
        <w:pStyle w:val="Nadpis3"/>
      </w:pPr>
      <w:r>
        <w:t>I. Souhlasí</w:t>
      </w:r>
    </w:p>
    <w:p w:rsidR="00BF4956" w:rsidRDefault="00BF4956" w:rsidP="00BF4956">
      <w:pPr>
        <w:jc w:val="both"/>
      </w:pPr>
      <w:r>
        <w:t xml:space="preserve">s užitím znaku města Strakonice společnosti Bonus </w:t>
      </w:r>
      <w:proofErr w:type="spellStart"/>
      <w:r>
        <w:t>Card</w:t>
      </w:r>
      <w:proofErr w:type="spellEnd"/>
      <w:r>
        <w:t xml:space="preserve">, </w:t>
      </w:r>
      <w:proofErr w:type="spellStart"/>
      <w:r>
        <w:t>spol</w:t>
      </w:r>
      <w:proofErr w:type="spellEnd"/>
      <w:r>
        <w:t xml:space="preserve"> s.r.o., Smetanova 841, 755 01 Vsetín, IČO: </w:t>
      </w:r>
      <w:r w:rsidRPr="008E0134">
        <w:rPr>
          <w:rStyle w:val="nowrap"/>
          <w:bCs/>
        </w:rPr>
        <w:t>05215251</w:t>
      </w:r>
      <w:r>
        <w:t xml:space="preserve"> na poznávací omalovánky regionu Strakonicko. </w:t>
      </w:r>
    </w:p>
    <w:p w:rsidR="00BF4956" w:rsidRDefault="00BF4956" w:rsidP="00BF4956">
      <w:pPr>
        <w:jc w:val="both"/>
      </w:pPr>
    </w:p>
    <w:p w:rsidR="00BF4956" w:rsidRDefault="00BF4956" w:rsidP="00BF4956">
      <w:pPr>
        <w:pStyle w:val="Nadpis2"/>
        <w:numPr>
          <w:ilvl w:val="0"/>
          <w:numId w:val="9"/>
        </w:numPr>
        <w:tabs>
          <w:tab w:val="clear" w:pos="5103"/>
          <w:tab w:val="left" w:pos="284"/>
        </w:tabs>
        <w:ind w:left="0" w:firstLine="0"/>
        <w:jc w:val="both"/>
        <w:rPr>
          <w:szCs w:val="32"/>
        </w:rPr>
      </w:pPr>
      <w:r>
        <w:rPr>
          <w:szCs w:val="32"/>
        </w:rPr>
        <w:t>Mimořádná podpora organizovaných aktivit pro volný čas dětí od 6 do 15 let ve Strakonicích v roce 2018</w:t>
      </w:r>
    </w:p>
    <w:p w:rsidR="00BF4956" w:rsidRDefault="00BF4956" w:rsidP="00BF4956">
      <w:pPr>
        <w:jc w:val="both"/>
      </w:pPr>
    </w:p>
    <w:p w:rsidR="00BF4956" w:rsidRDefault="00BF4956" w:rsidP="00BF4956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4956" w:rsidRDefault="00BF4956" w:rsidP="00BF4956">
      <w:r w:rsidRPr="003C78C2">
        <w:t>RM po projednání</w:t>
      </w:r>
    </w:p>
    <w:p w:rsidR="00BF4956" w:rsidRDefault="00BF4956" w:rsidP="00BF4956"/>
    <w:p w:rsidR="00BF4956" w:rsidRDefault="00BF4956" w:rsidP="00BF4956">
      <w:pPr>
        <w:pStyle w:val="Nadpis3"/>
      </w:pPr>
      <w:r>
        <w:t>I.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Kosmonautů 1261, 386 01 Strakonice, IČ </w:t>
      </w:r>
      <w:r w:rsidRPr="004B2C64">
        <w:rPr>
          <w:rStyle w:val="nowrap"/>
          <w:bCs/>
        </w:rPr>
        <w:t>02596938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13 000 Kč. </w:t>
      </w:r>
    </w:p>
    <w:p w:rsidR="00BF4956" w:rsidRDefault="00BF4956" w:rsidP="00BF4956">
      <w:pPr>
        <w:pStyle w:val="Nadpis3"/>
      </w:pPr>
      <w:r>
        <w:t>II. Souhlasí</w:t>
      </w:r>
    </w:p>
    <w:p w:rsidR="00BF4956" w:rsidRDefault="00BF4956" w:rsidP="00BF4956">
      <w:pPr>
        <w:jc w:val="both"/>
      </w:pPr>
      <w:r>
        <w:t>s uzavřením darovací smlouvy mezi městem Strakonice, Velké náměstí 2, 386 01 Strakonice, IČ 00251810 a Základní uměleckou školou Strakonice, Kochana z Prachové 263, 386 01 Strakonice, IČ 60650745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19 000 Kč. </w:t>
      </w:r>
    </w:p>
    <w:p w:rsidR="00BF4956" w:rsidRDefault="00BF4956" w:rsidP="00BF4956">
      <w:pPr>
        <w:pStyle w:val="Nadpis3"/>
      </w:pPr>
      <w:r>
        <w:t>III. Doporučuje ZM</w:t>
      </w:r>
    </w:p>
    <w:p w:rsidR="00BF4956" w:rsidRDefault="00BF4956" w:rsidP="00BF4956">
      <w:pPr>
        <w:jc w:val="both"/>
        <w:rPr>
          <w:rStyle w:val="nowrap"/>
          <w:bCs/>
        </w:rPr>
      </w:pPr>
      <w:r>
        <w:t>souhlasit s uzavřením darovací smlouvy mezi městem Strakonice, Velké náměstí 2, 386 01 Strakonice, IČ 00251810 a Domem dětí a mládeže, Strakonice, Na Ohradě 417, 386 01 Strakonice, IČ 60650834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30 000 Kč. </w:t>
      </w:r>
    </w:p>
    <w:p w:rsidR="00DE1C05" w:rsidRDefault="00DE1C05" w:rsidP="00DE1C05">
      <w:pPr>
        <w:pStyle w:val="Nadpis3"/>
      </w:pPr>
      <w:r>
        <w:t>I</w:t>
      </w:r>
      <w:r w:rsidR="00F01FF1">
        <w:t>V</w:t>
      </w:r>
      <w:r>
        <w:t>. Doporučuje ZM</w:t>
      </w:r>
    </w:p>
    <w:p w:rsidR="00DE1C05" w:rsidRDefault="00DE1C05" w:rsidP="00DE1C05">
      <w:pPr>
        <w:jc w:val="both"/>
        <w:rPr>
          <w:rStyle w:val="nowrap"/>
          <w:bCs/>
        </w:rPr>
      </w:pPr>
      <w:r>
        <w:t xml:space="preserve">souhlasit s uzavřením darovací smlouvy mezi městem Strakonice, Velké náměstí 2, 386 01 Strakonice, IČ 00251810 a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 22890947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25 500 Kč. </w:t>
      </w:r>
    </w:p>
    <w:p w:rsidR="00BF4956" w:rsidRDefault="00BF4956" w:rsidP="00BF4956">
      <w:pPr>
        <w:pStyle w:val="Nadpis3"/>
      </w:pPr>
      <w:r>
        <w:lastRenderedPageBreak/>
        <w:t>V.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IČ 00251810 a TJ </w:t>
      </w:r>
      <w:proofErr w:type="spellStart"/>
      <w:r>
        <w:t>Dražejov</w:t>
      </w:r>
      <w:proofErr w:type="spellEnd"/>
      <w:r>
        <w:t xml:space="preserve">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Virtova</w:t>
      </w:r>
      <w:proofErr w:type="spellEnd"/>
      <w:r>
        <w:t xml:space="preserve"> 23, 386 01 Strakonice, IČ 60650796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15 000 Kč. </w:t>
      </w:r>
    </w:p>
    <w:p w:rsidR="00BF4956" w:rsidRDefault="00BF4956" w:rsidP="00BF4956">
      <w:pPr>
        <w:pStyle w:val="Nadpis3"/>
      </w:pPr>
      <w:r>
        <w:t>V</w:t>
      </w:r>
      <w:r w:rsidR="00F01FF1">
        <w:t>I</w:t>
      </w:r>
      <w:r>
        <w:t>. Doporučuje ZM</w:t>
      </w:r>
    </w:p>
    <w:p w:rsidR="00BF4956" w:rsidRDefault="00BF4956" w:rsidP="00BF4956">
      <w:pPr>
        <w:jc w:val="both"/>
      </w:pPr>
      <w:r>
        <w:t xml:space="preserve">souhlasit s uzavřením darovací smlouvy mezi městem Strakonice, Velké náměstí 2, 386 01 Strakonice, IČ 00251810 a Tělovýchovnou jednotou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128, 386 01 Strakonice, IČ 16820088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33 000 Kč. </w:t>
      </w:r>
    </w:p>
    <w:p w:rsidR="00BF4956" w:rsidRDefault="00BF4956" w:rsidP="00BF4956">
      <w:pPr>
        <w:pStyle w:val="Nadpis3"/>
      </w:pPr>
      <w:r>
        <w:t>V</w:t>
      </w:r>
      <w:r w:rsidR="00F01FF1">
        <w:t>I</w:t>
      </w:r>
      <w:r>
        <w:t>I. Doporučuje ZM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souhlasit s uzavřením darovací smlouvy mezi městem Strakonice, Velké náměstí 2, 386 01 Strakonice, IČ 00251810 a TJ ČZ Strakonice, spolek, Máchova 108, 386 01 Strakonice, IČ </w:t>
      </w:r>
      <w:r w:rsidRPr="007A7343">
        <w:rPr>
          <w:rStyle w:val="nowrap"/>
          <w:bCs/>
        </w:rPr>
        <w:t>00475921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56 500 Kč. </w:t>
      </w:r>
    </w:p>
    <w:p w:rsidR="00BF4956" w:rsidRDefault="00BF4956" w:rsidP="00BF4956">
      <w:pPr>
        <w:pStyle w:val="Nadpis3"/>
      </w:pPr>
      <w:r>
        <w:t>V</w:t>
      </w:r>
      <w:r w:rsidR="00F01FF1">
        <w:t>I</w:t>
      </w:r>
      <w:r>
        <w:t>II. Doporučuje ZM</w:t>
      </w:r>
    </w:p>
    <w:p w:rsidR="00BF4956" w:rsidRDefault="00BF4956" w:rsidP="00BF4956">
      <w:pPr>
        <w:jc w:val="both"/>
        <w:rPr>
          <w:rStyle w:val="nowrap"/>
          <w:bCs/>
        </w:rPr>
      </w:pPr>
      <w:r>
        <w:t>souhlasit s uzavřením darovací smlouvy mezi městem Strakonice, Velké náměstí 2, 386 01 Strakonice, IČ 00251810 a Tělocvičnou jednotou Sokol Strakonice, Na Stráži 340, 386 01 Strakonice, IČ 60829265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20 500 Kč. </w:t>
      </w:r>
    </w:p>
    <w:p w:rsidR="00BF4956" w:rsidRDefault="00BF4956" w:rsidP="00BF4956">
      <w:pPr>
        <w:pStyle w:val="Nadpis3"/>
      </w:pPr>
      <w:r>
        <w:t>I</w:t>
      </w:r>
      <w:r w:rsidR="00F01FF1">
        <w:t>X</w:t>
      </w:r>
      <w:r>
        <w:t>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IČ 00251810 a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386 01 Strakonice, IČ 46687769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12 500 Kč. </w:t>
      </w:r>
    </w:p>
    <w:p w:rsidR="00BF4956" w:rsidRDefault="00BF4956" w:rsidP="00BF4956">
      <w:pPr>
        <w:pStyle w:val="Nadpis3"/>
      </w:pPr>
      <w:r>
        <w:t>X. Doporučuje ZM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souhlasit s uzavřením darovací smlouvy mezi městem Strakonice, Velké náměstí 2, 386 01 Strakonice, IČ 00251810 a Basketbalovým klubem </w:t>
      </w:r>
      <w:proofErr w:type="gramStart"/>
      <w:r>
        <w:t>Strakonice z. s, Máchova</w:t>
      </w:r>
      <w:proofErr w:type="gramEnd"/>
      <w:r>
        <w:t xml:space="preserve"> 1113, 386 01 Strakonice, IČ 42386748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23 000 Kč. </w:t>
      </w:r>
    </w:p>
    <w:p w:rsidR="00BF4956" w:rsidRDefault="00BF4956" w:rsidP="00BF4956">
      <w:pPr>
        <w:pStyle w:val="Nadpis3"/>
      </w:pPr>
      <w:r>
        <w:t>X</w:t>
      </w:r>
      <w:r w:rsidR="00F01FF1">
        <w:t>I</w:t>
      </w:r>
      <w:r>
        <w:t>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IČ 00251810 a SK Basketbal Strakonice, z. </w:t>
      </w:r>
      <w:proofErr w:type="gramStart"/>
      <w:r>
        <w:t>s.</w:t>
      </w:r>
      <w:proofErr w:type="gramEnd"/>
      <w:r>
        <w:t>, Nádražní 190, 387 11 Katovice, IČ 22728911,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</w:t>
      </w:r>
      <w:r w:rsidR="00D950C3">
        <w:rPr>
          <w:rStyle w:val="nowrap"/>
          <w:bCs/>
        </w:rPr>
        <w:t xml:space="preserve">9 </w:t>
      </w:r>
      <w:r w:rsidR="00FC4DB6">
        <w:rPr>
          <w:rStyle w:val="nowrap"/>
          <w:bCs/>
        </w:rPr>
        <w:t>5</w:t>
      </w:r>
      <w:r>
        <w:rPr>
          <w:rStyle w:val="nowrap"/>
          <w:bCs/>
        </w:rPr>
        <w:t xml:space="preserve">00 Kč. </w:t>
      </w:r>
    </w:p>
    <w:p w:rsidR="00BF4956" w:rsidRDefault="00BF4956" w:rsidP="00BF4956">
      <w:pPr>
        <w:pStyle w:val="Nadpis3"/>
      </w:pPr>
      <w:r>
        <w:t>X</w:t>
      </w:r>
      <w:r w:rsidR="00F01FF1">
        <w:t>I</w:t>
      </w:r>
      <w:r>
        <w:t>I.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IČ 00251810 a Martinou Bílkovou, Na Stráži 259, 386 01 Strakonice, IČ </w:t>
      </w:r>
      <w:r>
        <w:rPr>
          <w:iCs/>
          <w:snapToGrid w:val="0"/>
        </w:rPr>
        <w:t>03226956</w:t>
      </w:r>
      <w:r>
        <w:t>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</w:t>
      </w:r>
      <w:r w:rsidR="00FC4DB6">
        <w:rPr>
          <w:rStyle w:val="nowrap"/>
          <w:bCs/>
        </w:rPr>
        <w:t xml:space="preserve">4 </w:t>
      </w:r>
      <w:r>
        <w:rPr>
          <w:rStyle w:val="nowrap"/>
          <w:bCs/>
        </w:rPr>
        <w:t>500 Kč.</w:t>
      </w:r>
    </w:p>
    <w:p w:rsidR="00BF4956" w:rsidRDefault="00BF4956" w:rsidP="00BF4956">
      <w:pPr>
        <w:pStyle w:val="Nadpis3"/>
      </w:pPr>
      <w:r>
        <w:t>X</w:t>
      </w:r>
      <w:r w:rsidR="00F01FF1">
        <w:t>I</w:t>
      </w:r>
      <w:r>
        <w:t>II.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</w:t>
      </w:r>
    </w:p>
    <w:p w:rsidR="00BF4956" w:rsidRDefault="00BF4956" w:rsidP="00BF4956">
      <w:pPr>
        <w:jc w:val="both"/>
      </w:pPr>
      <w:r>
        <w:t>IČ 00251810 a Martinou Vondráčkovou, Bavorova 27, 386 01 Strakonice, IČ 76440907,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14 500 Kč.</w:t>
      </w:r>
    </w:p>
    <w:p w:rsidR="00BF4956" w:rsidRDefault="00BF4956" w:rsidP="00BF4956">
      <w:pPr>
        <w:pStyle w:val="Nadpis3"/>
      </w:pPr>
      <w:r>
        <w:t>XI</w:t>
      </w:r>
      <w:r w:rsidR="00F01FF1">
        <w:t>V</w:t>
      </w:r>
      <w:r>
        <w:t>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</w:t>
      </w:r>
    </w:p>
    <w:p w:rsidR="00BF4956" w:rsidRDefault="00BF4956" w:rsidP="00BF4956">
      <w:pPr>
        <w:jc w:val="both"/>
      </w:pPr>
      <w:r>
        <w:lastRenderedPageBreak/>
        <w:t>IČ 00251810 a Taneční skupinou Rozálie Strakonice, Tržní 1152, 386 01 Strakonice, IČ 26992019,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3 000 Kč.</w:t>
      </w:r>
    </w:p>
    <w:p w:rsidR="00BF4956" w:rsidRDefault="00BF4956" w:rsidP="00BF4956">
      <w:pPr>
        <w:pStyle w:val="Nadpis3"/>
      </w:pPr>
      <w:r>
        <w:t>XV.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</w:t>
      </w:r>
    </w:p>
    <w:p w:rsidR="00BF4956" w:rsidRDefault="00BF4956" w:rsidP="00BF4956">
      <w:pPr>
        <w:jc w:val="both"/>
      </w:pPr>
      <w:r>
        <w:t>IČ 00251810 a CTS Sluníčko, Tržní 815, 386 01 Strakonice, IČ 22871365,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3 000 Kč.</w:t>
      </w:r>
    </w:p>
    <w:p w:rsidR="00BF4956" w:rsidRDefault="00BF4956" w:rsidP="00BF4956">
      <w:pPr>
        <w:pStyle w:val="Nadpis3"/>
      </w:pPr>
      <w:r>
        <w:t>XV</w:t>
      </w:r>
      <w:r w:rsidR="00F01FF1">
        <w:t>I</w:t>
      </w:r>
      <w:r>
        <w:t>. Doporučuje ZM</w:t>
      </w:r>
    </w:p>
    <w:p w:rsidR="00BF4956" w:rsidRDefault="00BF4956" w:rsidP="00BF4956">
      <w:pPr>
        <w:jc w:val="both"/>
      </w:pPr>
      <w:r>
        <w:t xml:space="preserve">souhlasit s uzavřením darovací smlouvy mezi městem Strakonice, Velké náměstí 2, 386 01 Strakonice, IČ 00251810 a Sdružením rodičů při ZŠ Dukelská Strakonice, z. </w:t>
      </w:r>
      <w:proofErr w:type="gramStart"/>
      <w:r>
        <w:t>s.</w:t>
      </w:r>
      <w:proofErr w:type="gramEnd"/>
      <w:r>
        <w:t>, Dukelská 166, 386 01 Strakonice, IČ 47253321,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</w:t>
      </w:r>
      <w:r>
        <w:rPr>
          <w:rStyle w:val="nowrap"/>
          <w:bCs/>
        </w:rPr>
        <w:br/>
        <w:t>59 000 Kč.</w:t>
      </w:r>
    </w:p>
    <w:p w:rsidR="00BF4956" w:rsidRDefault="00BF4956" w:rsidP="00BF4956">
      <w:pPr>
        <w:pStyle w:val="Nadpis3"/>
      </w:pPr>
      <w:r>
        <w:t>XVI</w:t>
      </w:r>
      <w:r w:rsidR="00F01FF1">
        <w:t>I</w:t>
      </w:r>
      <w:r>
        <w:t>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</w:t>
      </w:r>
    </w:p>
    <w:p w:rsidR="00BF4956" w:rsidRDefault="00BF4956" w:rsidP="00BF4956">
      <w:pPr>
        <w:jc w:val="both"/>
      </w:pPr>
      <w:r>
        <w:t xml:space="preserve">IČ 00251810 a </w:t>
      </w:r>
      <w:r w:rsidRPr="00C526C9">
        <w:rPr>
          <w:rStyle w:val="Siln"/>
          <w:b w:val="0"/>
        </w:rPr>
        <w:t xml:space="preserve">Spolkem rodičů při ZŠ Strakonice, Krále Jiřího z Poděbrad 882, z. </w:t>
      </w:r>
      <w:proofErr w:type="gramStart"/>
      <w:r w:rsidRPr="00C526C9">
        <w:rPr>
          <w:rStyle w:val="Siln"/>
          <w:b w:val="0"/>
        </w:rPr>
        <w:t>s.</w:t>
      </w:r>
      <w:proofErr w:type="gramEnd"/>
      <w:r w:rsidRPr="00C526C9">
        <w:rPr>
          <w:b/>
        </w:rPr>
        <w:t>,</w:t>
      </w:r>
      <w:r>
        <w:t xml:space="preserve"> 386 01 Strakonice, IČ 46668489,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6 000 Kč.</w:t>
      </w:r>
    </w:p>
    <w:p w:rsidR="00BF4956" w:rsidRDefault="00BF4956" w:rsidP="00BF4956">
      <w:pPr>
        <w:pStyle w:val="Nadpis3"/>
      </w:pPr>
      <w:r>
        <w:t>XV</w:t>
      </w:r>
      <w:r w:rsidR="00F01FF1">
        <w:t>I</w:t>
      </w:r>
      <w:r>
        <w:t>II.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IČ 00251810 </w:t>
      </w:r>
      <w:r w:rsidRPr="00746640">
        <w:t>a</w:t>
      </w:r>
      <w:r w:rsidRPr="00C526C9">
        <w:rPr>
          <w:b/>
        </w:rPr>
        <w:t xml:space="preserve"> </w:t>
      </w:r>
      <w:r w:rsidRPr="00C526C9">
        <w:rPr>
          <w:rStyle w:val="Siln"/>
          <w:b w:val="0"/>
        </w:rPr>
        <w:t xml:space="preserve">Spolkem rodičů a přátel školy při ZŠ Povážská </w:t>
      </w:r>
      <w:proofErr w:type="gramStart"/>
      <w:r w:rsidRPr="00C526C9">
        <w:rPr>
          <w:rStyle w:val="Siln"/>
          <w:b w:val="0"/>
        </w:rPr>
        <w:t>Strakonice, z. s.</w:t>
      </w:r>
      <w:proofErr w:type="gramEnd"/>
      <w:r w:rsidRPr="00C526C9">
        <w:rPr>
          <w:rStyle w:val="Siln"/>
          <w:b w:val="0"/>
        </w:rPr>
        <w:t xml:space="preserve"> Nad Školou 560,</w:t>
      </w:r>
      <w:r>
        <w:rPr>
          <w:rStyle w:val="Siln"/>
        </w:rPr>
        <w:t xml:space="preserve"> </w:t>
      </w:r>
      <w:r>
        <w:t xml:space="preserve">386 01 Strakonice, IČ </w:t>
      </w:r>
      <w:r>
        <w:rPr>
          <w:snapToGrid w:val="0"/>
        </w:rPr>
        <w:t>01721305</w:t>
      </w:r>
      <w:r>
        <w:t>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</w:t>
      </w:r>
      <w:r>
        <w:rPr>
          <w:rStyle w:val="nowrap"/>
          <w:bCs/>
        </w:rPr>
        <w:br/>
        <w:t>2 000 Kč.</w:t>
      </w:r>
    </w:p>
    <w:p w:rsidR="00416462" w:rsidRDefault="00416462" w:rsidP="00416462">
      <w:pPr>
        <w:pStyle w:val="Nadpis3"/>
      </w:pPr>
      <w:r>
        <w:t>XIX. Souhlasí</w:t>
      </w:r>
    </w:p>
    <w:p w:rsidR="00416462" w:rsidRPr="00F045FF" w:rsidRDefault="00416462" w:rsidP="00416462">
      <w:pPr>
        <w:jc w:val="both"/>
        <w:rPr>
          <w:rStyle w:val="nowrap"/>
          <w:bCs/>
        </w:rPr>
      </w:pPr>
      <w:r w:rsidRPr="00F045FF">
        <w:t>s uzavřením darovací smlouvy mezi městem Strakonice, Velké náměstí 2, 386 01 Strakonice, IČ 00251810 a</w:t>
      </w:r>
      <w:r w:rsidRPr="00F045FF">
        <w:rPr>
          <w:b/>
        </w:rPr>
        <w:t xml:space="preserve"> </w:t>
      </w:r>
      <w:r w:rsidR="00FA7DE3" w:rsidRPr="00F045FF">
        <w:t xml:space="preserve">Judo club </w:t>
      </w:r>
      <w:proofErr w:type="spellStart"/>
      <w:r w:rsidR="00FA7DE3" w:rsidRPr="00F045FF">
        <w:t>Kidsport</w:t>
      </w:r>
      <w:proofErr w:type="spellEnd"/>
      <w:r w:rsidR="00FA7DE3" w:rsidRPr="00F045FF">
        <w:t xml:space="preserve">, z. </w:t>
      </w:r>
      <w:proofErr w:type="gramStart"/>
      <w:r w:rsidR="00FA7DE3" w:rsidRPr="00F045FF">
        <w:t>s.</w:t>
      </w:r>
      <w:proofErr w:type="gramEnd"/>
      <w:r w:rsidR="00FA7DE3" w:rsidRPr="00F045FF">
        <w:t>, U Záběhlického zámku 57/2a, 106 00 Praha 10, IČ 22899596</w:t>
      </w:r>
      <w:r w:rsidRPr="00F045FF">
        <w:t>,</w:t>
      </w:r>
      <w:r w:rsidRPr="00F045FF">
        <w:rPr>
          <w:rStyle w:val="nowrap"/>
          <w:bCs/>
        </w:rPr>
        <w:t xml:space="preserve"> jejímž předmětem je poskytnutí mimořádné podpory organizovaných aktivit pro volný čas dětí od 6 do 15 let ve Strakonicích v roce 2018 ve výši </w:t>
      </w:r>
      <w:r w:rsidR="00F045FF" w:rsidRPr="00F045FF">
        <w:rPr>
          <w:rStyle w:val="nowrap"/>
          <w:bCs/>
        </w:rPr>
        <w:t>1</w:t>
      </w:r>
      <w:r w:rsidRPr="00F045FF">
        <w:rPr>
          <w:rStyle w:val="nowrap"/>
          <w:bCs/>
        </w:rPr>
        <w:t xml:space="preserve"> 000 Kč.</w:t>
      </w:r>
    </w:p>
    <w:p w:rsidR="00BF4956" w:rsidRDefault="00BF4956" w:rsidP="00BF4956">
      <w:pPr>
        <w:pStyle w:val="Nadpis3"/>
      </w:pPr>
      <w:r>
        <w:t>X</w:t>
      </w:r>
      <w:r w:rsidR="00F01FF1">
        <w:t>X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proofErr w:type="spellStart"/>
      <w:r>
        <w:t>Prácheňáčkem</w:t>
      </w:r>
      <w:proofErr w:type="spellEnd"/>
      <w:r>
        <w:t xml:space="preserve">, z. </w:t>
      </w:r>
      <w:proofErr w:type="gramStart"/>
      <w:r>
        <w:t>s.</w:t>
      </w:r>
      <w:proofErr w:type="gramEnd"/>
      <w:r>
        <w:t>, Mírová 831</w:t>
      </w:r>
      <w:r>
        <w:rPr>
          <w:rStyle w:val="Siln"/>
        </w:rPr>
        <w:t xml:space="preserve">, </w:t>
      </w:r>
      <w:r>
        <w:t>386 01 Strakonice, IČ 65053800,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</w:t>
      </w:r>
      <w:r>
        <w:rPr>
          <w:rStyle w:val="nowrap"/>
          <w:bCs/>
        </w:rPr>
        <w:br/>
      </w:r>
      <w:r w:rsidRPr="00846EEA">
        <w:rPr>
          <w:rStyle w:val="nowrap"/>
          <w:bCs/>
        </w:rPr>
        <w:t>6 do 15 let ve Strakonicích v roce 2018</w:t>
      </w:r>
      <w:r>
        <w:rPr>
          <w:rStyle w:val="nowrap"/>
          <w:bCs/>
        </w:rPr>
        <w:t xml:space="preserve"> ve výši 9 500 Kč.</w:t>
      </w:r>
    </w:p>
    <w:p w:rsidR="00BF4956" w:rsidRDefault="00BF4956" w:rsidP="00BF4956">
      <w:pPr>
        <w:pStyle w:val="Nadpis3"/>
      </w:pPr>
      <w:r>
        <w:t>XX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Junák – český skaut, středisko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308</w:t>
      </w:r>
      <w:r>
        <w:rPr>
          <w:rStyle w:val="Siln"/>
        </w:rPr>
        <w:t xml:space="preserve">, </w:t>
      </w:r>
      <w:r>
        <w:t>386 01 Strakonice, IČ 63289946,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4 500 Kč.</w:t>
      </w:r>
    </w:p>
    <w:p w:rsidR="00BF4956" w:rsidRDefault="00BF4956" w:rsidP="00BF4956">
      <w:pPr>
        <w:pStyle w:val="Nadpis3"/>
      </w:pPr>
      <w:r>
        <w:t>XX</w:t>
      </w:r>
      <w:r w:rsidR="00C60DFB">
        <w:t>I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Tenis klub Strakonice, spolek, Máchova 178, 386 01 Strakonice, IČ </w:t>
      </w:r>
      <w:r w:rsidRPr="00B32827">
        <w:rPr>
          <w:rStyle w:val="nowrap"/>
          <w:bCs/>
        </w:rPr>
        <w:t>16820037</w:t>
      </w:r>
      <w:r>
        <w:t>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2 000 Kč.</w:t>
      </w:r>
    </w:p>
    <w:p w:rsidR="00BF4956" w:rsidRDefault="00BF4956" w:rsidP="00BF4956">
      <w:pPr>
        <w:pStyle w:val="Nadpis3"/>
      </w:pPr>
      <w:r>
        <w:t>XX</w:t>
      </w:r>
      <w:r w:rsidR="00C60DFB">
        <w:t>I</w:t>
      </w:r>
      <w:r w:rsidR="00416462">
        <w:t>I</w:t>
      </w:r>
      <w:r>
        <w:t>I.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Štěpánem </w:t>
      </w:r>
      <w:proofErr w:type="spellStart"/>
      <w:r>
        <w:t>Reisingerem</w:t>
      </w:r>
      <w:proofErr w:type="spellEnd"/>
      <w:r>
        <w:t>, Žižkova 850, 386 01 Strakonice, IČ 72154586,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2 000 Kč.</w:t>
      </w:r>
    </w:p>
    <w:p w:rsidR="00BF4956" w:rsidRDefault="00BF4956" w:rsidP="00BF4956">
      <w:pPr>
        <w:pStyle w:val="Nadpis3"/>
      </w:pPr>
      <w:r>
        <w:lastRenderedPageBreak/>
        <w:t>XX</w:t>
      </w:r>
      <w:r w:rsidR="00C60DFB">
        <w:t>I</w:t>
      </w:r>
      <w:r w:rsidR="00416462">
        <w:t>V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Kanoistickým klubem Otava Strakonice,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Radomyšlská</w:t>
      </w:r>
      <w:proofErr w:type="spellEnd"/>
      <w:r>
        <w:t xml:space="preserve"> 522, 386 01 Strakonice, IČ 46668152,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3 000 Kč.</w:t>
      </w:r>
    </w:p>
    <w:p w:rsidR="00BF4956" w:rsidRDefault="00BF4956" w:rsidP="00BF4956">
      <w:pPr>
        <w:pStyle w:val="Nadpis3"/>
      </w:pPr>
      <w:r>
        <w:t>XX</w:t>
      </w:r>
      <w:r w:rsidR="00C60DFB">
        <w:t>V</w:t>
      </w:r>
      <w:r>
        <w:t>. Souhlasí</w:t>
      </w:r>
    </w:p>
    <w:p w:rsidR="00BF4956" w:rsidRDefault="00BF4956" w:rsidP="00BF4956">
      <w:pPr>
        <w:jc w:val="both"/>
      </w:pPr>
      <w:r>
        <w:t>s uzavřením darovací smlouvy mezi městem Strakonice, Velké náměstí 2, 386 01 Strakonice, IČ 00251810 a Potápěči Strakonice o. s., Kosmonautů 1242, 386 01 Strakonice, IČ 22662057,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XXV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EE2AC7">
        <w:rPr>
          <w:rStyle w:val="Siln"/>
          <w:b w:val="0"/>
        </w:rPr>
        <w:t xml:space="preserve">SK </w:t>
      </w:r>
      <w:proofErr w:type="spellStart"/>
      <w:r w:rsidRPr="00EE2AC7">
        <w:rPr>
          <w:rStyle w:val="Siln"/>
          <w:b w:val="0"/>
        </w:rPr>
        <w:t>Fight</w:t>
      </w:r>
      <w:proofErr w:type="spellEnd"/>
      <w:r w:rsidRPr="00EE2AC7">
        <w:rPr>
          <w:rStyle w:val="Siln"/>
          <w:b w:val="0"/>
        </w:rPr>
        <w:t xml:space="preserve"> Pro Strakonice, z. </w:t>
      </w:r>
      <w:proofErr w:type="gramStart"/>
      <w:r w:rsidRPr="00EE2AC7">
        <w:rPr>
          <w:rStyle w:val="Siln"/>
          <w:b w:val="0"/>
        </w:rPr>
        <w:t>s.</w:t>
      </w:r>
      <w:proofErr w:type="gramEnd"/>
      <w:r w:rsidRPr="00EE2AC7">
        <w:rPr>
          <w:rStyle w:val="Siln"/>
          <w:b w:val="0"/>
        </w:rPr>
        <w:t>, Strunkovice nad Volyňkou 72, 387 01 Strunkovice nad Volyňkou,</w:t>
      </w:r>
      <w:r>
        <w:rPr>
          <w:rStyle w:val="Siln"/>
        </w:rPr>
        <w:t xml:space="preserve"> </w:t>
      </w:r>
      <w:r>
        <w:t>IČ 26674190,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XXV</w:t>
      </w:r>
      <w:r w:rsidR="00416462">
        <w:t>I</w:t>
      </w:r>
      <w:r w:rsidR="00C60DFB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EE2AC7">
        <w:rPr>
          <w:rStyle w:val="Siln"/>
          <w:b w:val="0"/>
        </w:rPr>
        <w:t xml:space="preserve">Sportovní klub JUDO 1990 Strakonice, z. </w:t>
      </w:r>
      <w:proofErr w:type="gramStart"/>
      <w:r w:rsidRPr="00EE2AC7">
        <w:rPr>
          <w:rStyle w:val="Siln"/>
          <w:b w:val="0"/>
        </w:rPr>
        <w:t>s.</w:t>
      </w:r>
      <w:proofErr w:type="gramEnd"/>
      <w:r w:rsidRPr="00EE2AC7">
        <w:rPr>
          <w:rStyle w:val="Siln"/>
          <w:b w:val="0"/>
        </w:rPr>
        <w:t>, Mlýnská 1086, 386 01 Strakonice,</w:t>
      </w:r>
      <w:r w:rsidRPr="00EE2AC7">
        <w:rPr>
          <w:rStyle w:val="Siln"/>
        </w:rPr>
        <w:t xml:space="preserve"> </w:t>
      </w:r>
      <w:r w:rsidRPr="00EE2AC7">
        <w:t>IČ 65956869,</w:t>
      </w:r>
      <w:r w:rsidRPr="00EE2AC7">
        <w:rPr>
          <w:rStyle w:val="nowrap"/>
          <w:bCs/>
        </w:rPr>
        <w:t xml:space="preserve"> jejímž předmětem je poskytnutí mimořádné podpory organizovaných aktivit</w:t>
      </w:r>
      <w:r w:rsidRPr="00846EEA">
        <w:rPr>
          <w:rStyle w:val="nowrap"/>
          <w:bCs/>
        </w:rPr>
        <w:t xml:space="preserve"> pro volný čas dětí od 6 do 15 let ve Strakonicích v roce 2018</w:t>
      </w:r>
      <w:r>
        <w:rPr>
          <w:rStyle w:val="nowrap"/>
          <w:bCs/>
        </w:rPr>
        <w:t xml:space="preserve"> ve výši 4 000 Kč.</w:t>
      </w:r>
    </w:p>
    <w:p w:rsidR="00BF4956" w:rsidRDefault="00BF4956" w:rsidP="00BF4956">
      <w:pPr>
        <w:pStyle w:val="Nadpis3"/>
      </w:pPr>
      <w:r>
        <w:t>XXVI</w:t>
      </w:r>
      <w:r w:rsidR="00416462">
        <w:t>I</w:t>
      </w:r>
      <w:r w:rsidR="00C60DFB">
        <w:t>I</w:t>
      </w:r>
      <w:r>
        <w:t>. Souhlasí</w:t>
      </w:r>
    </w:p>
    <w:p w:rsidR="00BF4956" w:rsidRDefault="00BF4956" w:rsidP="00BF4956">
      <w:pPr>
        <w:jc w:val="both"/>
      </w:pPr>
      <w:r>
        <w:t>s uzavřením darovací smlouvy mezi městem Strakonice, Velké náměstí 2, 386 01 Strakonice, IČ 00251810</w:t>
      </w:r>
      <w:r w:rsidRPr="00416462">
        <w:t xml:space="preserve"> a</w:t>
      </w:r>
      <w:r w:rsidRPr="00EE2AC7">
        <w:rPr>
          <w:b/>
        </w:rPr>
        <w:t xml:space="preserve"> </w:t>
      </w:r>
      <w:r w:rsidRPr="00EE2AC7">
        <w:rPr>
          <w:rStyle w:val="Siln"/>
          <w:b w:val="0"/>
        </w:rPr>
        <w:t xml:space="preserve">SK </w:t>
      </w:r>
      <w:proofErr w:type="spellStart"/>
      <w:r w:rsidRPr="00EE2AC7">
        <w:rPr>
          <w:rStyle w:val="Siln"/>
          <w:b w:val="0"/>
        </w:rPr>
        <w:t>Fudochi</w:t>
      </w:r>
      <w:proofErr w:type="spellEnd"/>
      <w:r w:rsidRPr="00EE2AC7">
        <w:rPr>
          <w:rStyle w:val="Siln"/>
          <w:b w:val="0"/>
        </w:rPr>
        <w:t xml:space="preserve">-Kan, z. </w:t>
      </w:r>
      <w:proofErr w:type="gramStart"/>
      <w:r w:rsidRPr="00EE2AC7">
        <w:rPr>
          <w:rStyle w:val="Siln"/>
          <w:b w:val="0"/>
        </w:rPr>
        <w:t>s.</w:t>
      </w:r>
      <w:proofErr w:type="gramEnd"/>
      <w:r w:rsidRPr="00EE2AC7">
        <w:rPr>
          <w:rStyle w:val="Siln"/>
          <w:b w:val="0"/>
        </w:rPr>
        <w:t xml:space="preserve">, Mánesova 1219, 386 01 Strakonice, </w:t>
      </w:r>
      <w:r>
        <w:t>IČ 02488191,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1 000 Kč.</w:t>
      </w:r>
    </w:p>
    <w:p w:rsidR="00BF4956" w:rsidRDefault="00BF4956" w:rsidP="00BF4956">
      <w:pPr>
        <w:pStyle w:val="Nadpis3"/>
      </w:pPr>
      <w:r>
        <w:t>XXI</w:t>
      </w:r>
      <w:r w:rsidR="00416462">
        <w:t>X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proofErr w:type="spellStart"/>
      <w:r>
        <w:t>Agoge</w:t>
      </w:r>
      <w:proofErr w:type="spellEnd"/>
      <w:r>
        <w:t xml:space="preserve"> s.r.o.</w:t>
      </w:r>
      <w:r>
        <w:rPr>
          <w:rStyle w:val="Siln"/>
        </w:rPr>
        <w:t xml:space="preserve">, </w:t>
      </w:r>
      <w:r w:rsidRPr="00EE2AC7">
        <w:rPr>
          <w:rStyle w:val="Siln"/>
          <w:b w:val="0"/>
        </w:rPr>
        <w:t>Volyňská 108, 386 01 Strakonice,</w:t>
      </w:r>
      <w:r>
        <w:rPr>
          <w:rStyle w:val="Siln"/>
        </w:rPr>
        <w:t xml:space="preserve"> </w:t>
      </w:r>
      <w:r w:rsidRPr="00A9597B">
        <w:t xml:space="preserve">IČ </w:t>
      </w:r>
      <w:r w:rsidRPr="00A9597B">
        <w:rPr>
          <w:rStyle w:val="nowrap"/>
          <w:bCs/>
        </w:rPr>
        <w:t>28134583</w:t>
      </w:r>
      <w:r>
        <w:t>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2 000 Kč.</w:t>
      </w:r>
    </w:p>
    <w:p w:rsidR="00BF4956" w:rsidRDefault="00BF4956" w:rsidP="00BF4956">
      <w:pPr>
        <w:pStyle w:val="Nadpis3"/>
      </w:pPr>
      <w:r>
        <w:t>XX</w:t>
      </w:r>
      <w:r w:rsidR="00C60DFB">
        <w:t>X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ED1654">
        <w:rPr>
          <w:snapToGrid w:val="0"/>
        </w:rPr>
        <w:t>SH ČMS - Sbor dobrovolných hasičů Strakonice</w:t>
      </w:r>
      <w:r>
        <w:rPr>
          <w:snapToGrid w:val="0"/>
        </w:rPr>
        <w:t>, Sokolovská 38, 386 01 Strakonice, IČ 65016980,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9 500 Kč.</w:t>
      </w:r>
    </w:p>
    <w:p w:rsidR="00BF4956" w:rsidRDefault="00BF4956" w:rsidP="00BF4956">
      <w:pPr>
        <w:pStyle w:val="Nadpis3"/>
      </w:pPr>
      <w:r>
        <w:t>XX</w:t>
      </w:r>
      <w:r w:rsidR="00C60DFB">
        <w:t>X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Duhou </w:t>
      </w:r>
      <w:proofErr w:type="spellStart"/>
      <w:r>
        <w:t>Husot</w:t>
      </w:r>
      <w:proofErr w:type="spellEnd"/>
      <w:r>
        <w:t xml:space="preserve">, Krále Jiřího z Poděbrad 772, </w:t>
      </w:r>
      <w:r>
        <w:rPr>
          <w:snapToGrid w:val="0"/>
        </w:rPr>
        <w:t xml:space="preserve">386 01 Strakonice, IČ </w:t>
      </w:r>
      <w:r w:rsidRPr="000044CF">
        <w:rPr>
          <w:rStyle w:val="nowrap"/>
          <w:bCs/>
        </w:rPr>
        <w:t>63290367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4 500 Kč.</w:t>
      </w:r>
    </w:p>
    <w:p w:rsidR="00BF4956" w:rsidRDefault="00BF4956" w:rsidP="00BF4956">
      <w:pPr>
        <w:pStyle w:val="Nadpis3"/>
      </w:pPr>
      <w:r>
        <w:t>XXX</w:t>
      </w:r>
      <w:r w:rsidR="00416462">
        <w:t>I</w:t>
      </w:r>
      <w:r w:rsidR="00C60DFB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380086">
        <w:rPr>
          <w:bCs/>
          <w:snapToGrid w:val="0"/>
        </w:rPr>
        <w:t xml:space="preserve">Rodinným centrem Beruška Strakonice, z. </w:t>
      </w:r>
      <w:proofErr w:type="gramStart"/>
      <w:r w:rsidRPr="00380086">
        <w:rPr>
          <w:bCs/>
          <w:snapToGrid w:val="0"/>
        </w:rPr>
        <w:t>s.</w:t>
      </w:r>
      <w:proofErr w:type="gramEnd"/>
      <w:r>
        <w:rPr>
          <w:bCs/>
          <w:snapToGrid w:val="0"/>
        </w:rPr>
        <w:t>, Lidická 194</w:t>
      </w:r>
      <w:r>
        <w:t xml:space="preserve">, </w:t>
      </w:r>
      <w:r>
        <w:rPr>
          <w:snapToGrid w:val="0"/>
        </w:rPr>
        <w:t>386 01 Strakonice, IČ 27006107,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1 000 Kč.</w:t>
      </w:r>
    </w:p>
    <w:p w:rsidR="00BF4956" w:rsidRDefault="00BF4956" w:rsidP="00BF4956">
      <w:pPr>
        <w:pStyle w:val="Nadpis3"/>
      </w:pPr>
      <w:r>
        <w:t>XXXI</w:t>
      </w:r>
      <w:r w:rsidR="00416462">
        <w:t>I</w:t>
      </w:r>
      <w:r w:rsidR="00C60DFB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3F06BF">
        <w:rPr>
          <w:bCs/>
          <w:snapToGrid w:val="0"/>
        </w:rPr>
        <w:t xml:space="preserve">Osm a půl Opice, z. </w:t>
      </w:r>
      <w:proofErr w:type="gramStart"/>
      <w:r w:rsidRPr="003F06BF">
        <w:rPr>
          <w:bCs/>
          <w:snapToGrid w:val="0"/>
        </w:rPr>
        <w:t>s.</w:t>
      </w:r>
      <w:proofErr w:type="gramEnd"/>
      <w:r w:rsidRPr="003F06BF">
        <w:rPr>
          <w:bCs/>
          <w:snapToGrid w:val="0"/>
          <w:sz w:val="22"/>
        </w:rPr>
        <w:t xml:space="preserve">, </w:t>
      </w:r>
      <w:r>
        <w:rPr>
          <w:snapToGrid w:val="0"/>
        </w:rPr>
        <w:t xml:space="preserve">Zeyerovo nábřeží 262, 386 01 Strakonice, IČ 22881646, </w:t>
      </w:r>
      <w:r>
        <w:rPr>
          <w:snapToGrid w:val="0"/>
        </w:rPr>
        <w:lastRenderedPageBreak/>
        <w:t>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1 500 Kč.</w:t>
      </w:r>
    </w:p>
    <w:p w:rsidR="00BF4956" w:rsidRDefault="00BF4956" w:rsidP="00BF4956">
      <w:pPr>
        <w:pStyle w:val="Nadpis3"/>
      </w:pPr>
      <w:r>
        <w:t>XXX</w:t>
      </w:r>
      <w:r w:rsidR="00C60DFB">
        <w:t>I</w:t>
      </w:r>
      <w:r w:rsidR="00416462">
        <w:t>V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proofErr w:type="spellStart"/>
      <w:r w:rsidRPr="006E70CD">
        <w:rPr>
          <w:bCs/>
          <w:snapToGrid w:val="0"/>
        </w:rPr>
        <w:t>Cobra</w:t>
      </w:r>
      <w:proofErr w:type="spellEnd"/>
      <w:r w:rsidRPr="006E70CD">
        <w:rPr>
          <w:bCs/>
          <w:snapToGrid w:val="0"/>
        </w:rPr>
        <w:t xml:space="preserve"> </w:t>
      </w:r>
      <w:proofErr w:type="spellStart"/>
      <w:r w:rsidRPr="006E70CD">
        <w:rPr>
          <w:bCs/>
          <w:snapToGrid w:val="0"/>
        </w:rPr>
        <w:t>ryu</w:t>
      </w:r>
      <w:proofErr w:type="spellEnd"/>
      <w:r w:rsidRPr="006E70CD">
        <w:rPr>
          <w:bCs/>
          <w:snapToGrid w:val="0"/>
        </w:rPr>
        <w:t xml:space="preserve"> </w:t>
      </w:r>
      <w:proofErr w:type="gramStart"/>
      <w:r w:rsidRPr="006E70CD">
        <w:rPr>
          <w:bCs/>
          <w:snapToGrid w:val="0"/>
        </w:rPr>
        <w:t>Strakonice z. s.</w:t>
      </w:r>
      <w:proofErr w:type="gramEnd"/>
      <w:r>
        <w:rPr>
          <w:snapToGrid w:val="0"/>
        </w:rPr>
        <w:t xml:space="preserve"> Volyňská 157, 386 01 Strakonice, IČ 22688919,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XXX</w:t>
      </w:r>
      <w:r w:rsidR="00C60DFB">
        <w:t>V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E107C9">
        <w:rPr>
          <w:bCs/>
          <w:snapToGrid w:val="0"/>
        </w:rPr>
        <w:t>Římskokatolická farnost Strakonice</w:t>
      </w:r>
      <w:r>
        <w:rPr>
          <w:bCs/>
          <w:snapToGrid w:val="0"/>
        </w:rPr>
        <w:t xml:space="preserve">, Velké náměstí 4, </w:t>
      </w:r>
      <w:r>
        <w:rPr>
          <w:snapToGrid w:val="0"/>
        </w:rPr>
        <w:t>386 01 Strakonice, IČ 65016963,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2 500 Kč.</w:t>
      </w:r>
    </w:p>
    <w:p w:rsidR="00BF4956" w:rsidRDefault="00BF4956" w:rsidP="00BF4956">
      <w:pPr>
        <w:pStyle w:val="Nadpis3"/>
      </w:pPr>
      <w:r>
        <w:t>XXXV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8F0A7C">
        <w:rPr>
          <w:bCs/>
          <w:snapToGrid w:val="0"/>
        </w:rPr>
        <w:t>Apoštolsk</w:t>
      </w:r>
      <w:r>
        <w:rPr>
          <w:bCs/>
          <w:snapToGrid w:val="0"/>
        </w:rPr>
        <w:t>ou</w:t>
      </w:r>
      <w:r w:rsidRPr="008F0A7C">
        <w:rPr>
          <w:bCs/>
          <w:snapToGrid w:val="0"/>
        </w:rPr>
        <w:t xml:space="preserve"> círk</w:t>
      </w:r>
      <w:r>
        <w:rPr>
          <w:bCs/>
          <w:snapToGrid w:val="0"/>
        </w:rPr>
        <w:t>ví</w:t>
      </w:r>
      <w:r w:rsidRPr="008F0A7C">
        <w:rPr>
          <w:bCs/>
          <w:snapToGrid w:val="0"/>
        </w:rPr>
        <w:t>, sbor bez hranic Praha</w:t>
      </w:r>
      <w:r>
        <w:rPr>
          <w:bCs/>
          <w:snapToGrid w:val="0"/>
        </w:rPr>
        <w:t>, Korunní 926/30, 120 00</w:t>
      </w:r>
      <w:r>
        <w:rPr>
          <w:snapToGrid w:val="0"/>
        </w:rPr>
        <w:t xml:space="preserve"> Praha, IČ 73632368,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1 500 Kč.</w:t>
      </w:r>
    </w:p>
    <w:p w:rsidR="00BF4956" w:rsidRDefault="00BF4956" w:rsidP="00BF4956">
      <w:pPr>
        <w:pStyle w:val="Nadpis3"/>
      </w:pPr>
      <w:r>
        <w:t>XXXV</w:t>
      </w:r>
      <w:r w:rsidR="00C60DFB">
        <w:t>I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Ing. Marcelou </w:t>
      </w:r>
      <w:proofErr w:type="spellStart"/>
      <w:r>
        <w:t>Bastiánovou</w:t>
      </w:r>
      <w:proofErr w:type="spellEnd"/>
      <w:r>
        <w:t xml:space="preserve">, </w:t>
      </w:r>
      <w:proofErr w:type="spellStart"/>
      <w:r>
        <w:t>Hallova</w:t>
      </w:r>
      <w:proofErr w:type="spellEnd"/>
      <w:r>
        <w:t xml:space="preserve"> 312</w:t>
      </w:r>
      <w:r>
        <w:rPr>
          <w:bCs/>
          <w:snapToGrid w:val="0"/>
        </w:rPr>
        <w:t>, 386 01</w:t>
      </w:r>
      <w:r>
        <w:rPr>
          <w:snapToGrid w:val="0"/>
        </w:rPr>
        <w:t xml:space="preserve"> Strakonice, IČ </w:t>
      </w:r>
      <w:r>
        <w:t>61487571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3 500 Kč.</w:t>
      </w:r>
    </w:p>
    <w:p w:rsidR="00BF4956" w:rsidRDefault="00BF4956" w:rsidP="00BF4956">
      <w:pPr>
        <w:pStyle w:val="Nadpis3"/>
      </w:pPr>
      <w:r>
        <w:t>XXXV</w:t>
      </w:r>
      <w:r w:rsidR="00416462">
        <w:t>I</w:t>
      </w:r>
      <w:r w:rsidR="00C60DFB">
        <w:t>I</w:t>
      </w:r>
      <w:r>
        <w:t>I.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Irenou Brázdovou, </w:t>
      </w:r>
      <w:proofErr w:type="spellStart"/>
      <w:r>
        <w:t>Podsrp</w:t>
      </w:r>
      <w:proofErr w:type="spellEnd"/>
      <w:r>
        <w:t xml:space="preserve"> 200, </w:t>
      </w:r>
      <w:r>
        <w:rPr>
          <w:bCs/>
          <w:snapToGrid w:val="0"/>
        </w:rPr>
        <w:t>386 01</w:t>
      </w:r>
      <w:r>
        <w:rPr>
          <w:snapToGrid w:val="0"/>
        </w:rPr>
        <w:t xml:space="preserve"> Strakonice, IČ </w:t>
      </w:r>
      <w:r>
        <w:t>65017439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1 000 Kč.</w:t>
      </w:r>
    </w:p>
    <w:p w:rsidR="00BF4956" w:rsidRDefault="00BF4956" w:rsidP="00BF4956">
      <w:pPr>
        <w:pStyle w:val="Nadpis3"/>
      </w:pPr>
      <w:r>
        <w:t>XXX</w:t>
      </w:r>
      <w:r w:rsidR="00416462">
        <w:t>IX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Tanečním klubem Čtyřlístek Strakonice, z. </w:t>
      </w:r>
      <w:proofErr w:type="gramStart"/>
      <w:r>
        <w:t>s.</w:t>
      </w:r>
      <w:proofErr w:type="gramEnd"/>
      <w:r>
        <w:t xml:space="preserve">, Nová 227, </w:t>
      </w:r>
      <w:r>
        <w:rPr>
          <w:bCs/>
          <w:snapToGrid w:val="0"/>
        </w:rPr>
        <w:t>386 01</w:t>
      </w:r>
      <w:r>
        <w:rPr>
          <w:snapToGrid w:val="0"/>
        </w:rPr>
        <w:t xml:space="preserve"> Strakonice, IČ </w:t>
      </w:r>
      <w:r>
        <w:t>26565641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</w:t>
      </w:r>
      <w:r w:rsidR="00416462">
        <w:t>L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Ski klubem Strakonice, zapsaný spolek, Máchova 108, </w:t>
      </w:r>
      <w:r>
        <w:rPr>
          <w:bCs/>
          <w:snapToGrid w:val="0"/>
        </w:rPr>
        <w:t>386 01</w:t>
      </w:r>
      <w:r>
        <w:rPr>
          <w:snapToGrid w:val="0"/>
        </w:rPr>
        <w:t xml:space="preserve"> Strakonice, IČ 60090022,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1 500 Kč.</w:t>
      </w:r>
    </w:p>
    <w:p w:rsidR="00BF4956" w:rsidRDefault="00BF4956" w:rsidP="00BF4956">
      <w:pPr>
        <w:pStyle w:val="Nadpis3"/>
      </w:pPr>
      <w:r>
        <w:t>X</w:t>
      </w:r>
      <w:r w:rsidR="00C60DFB">
        <w:t>L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Michaelou Haladovou, </w:t>
      </w:r>
      <w:r w:rsidR="001D4E71">
        <w:t>Obránců míru 1259</w:t>
      </w:r>
      <w:r>
        <w:t xml:space="preserve">, </w:t>
      </w:r>
      <w:r>
        <w:rPr>
          <w:bCs/>
          <w:snapToGrid w:val="0"/>
        </w:rPr>
        <w:t>386 01</w:t>
      </w:r>
      <w:r>
        <w:rPr>
          <w:snapToGrid w:val="0"/>
        </w:rPr>
        <w:t xml:space="preserve"> Strakonice, IČ </w:t>
      </w:r>
      <w:r w:rsidR="001D4E71">
        <w:rPr>
          <w:snapToGrid w:val="0"/>
        </w:rPr>
        <w:t>88090400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XL</w:t>
      </w:r>
      <w:r w:rsidR="00C60DFB">
        <w:t>I</w:t>
      </w:r>
      <w:r w:rsidR="00416462">
        <w:t>I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Spolek orientačních Sportů Strakonice, Prof. Skupy 715, </w:t>
      </w:r>
      <w:r>
        <w:rPr>
          <w:bCs/>
          <w:snapToGrid w:val="0"/>
        </w:rPr>
        <w:t>386 01</w:t>
      </w:r>
      <w:r>
        <w:rPr>
          <w:snapToGrid w:val="0"/>
        </w:rPr>
        <w:t xml:space="preserve"> Strakonice, IČ </w:t>
      </w:r>
      <w:r w:rsidRPr="00475613">
        <w:rPr>
          <w:rStyle w:val="nowrap"/>
          <w:bCs/>
        </w:rPr>
        <w:t>03006158</w:t>
      </w:r>
      <w:r w:rsidRPr="00475613">
        <w:rPr>
          <w:snapToGrid w:val="0"/>
        </w:rPr>
        <w:t>,</w:t>
      </w:r>
      <w:r>
        <w:rPr>
          <w:snapToGrid w:val="0"/>
        </w:rPr>
        <w:t xml:space="preserve">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2 000 Kč.</w:t>
      </w:r>
    </w:p>
    <w:p w:rsidR="00BF4956" w:rsidRDefault="00BF4956" w:rsidP="00BF4956">
      <w:pPr>
        <w:pStyle w:val="Nadpis3"/>
      </w:pPr>
      <w:r>
        <w:t>XL</w:t>
      </w:r>
      <w:r w:rsidR="00C60DFB">
        <w:t>I</w:t>
      </w:r>
      <w:r>
        <w:t>I</w:t>
      </w:r>
      <w:r w:rsidR="00416462">
        <w:t>I</w:t>
      </w:r>
      <w:r>
        <w:t>. Souhlasí</w:t>
      </w:r>
    </w:p>
    <w:p w:rsidR="00BF4956" w:rsidRDefault="00BF4956" w:rsidP="00BF4956">
      <w:pPr>
        <w:jc w:val="both"/>
        <w:rPr>
          <w:rStyle w:val="nowrap"/>
          <w:bCs/>
        </w:rPr>
      </w:pPr>
      <w:r>
        <w:t xml:space="preserve">s uzavřením darovací smlouvy mezi městem Strakonice, Velké náměstí 2, 386 01 Strakonice, IČ 00251810 a Veselá </w:t>
      </w:r>
      <w:proofErr w:type="gramStart"/>
      <w:r>
        <w:t xml:space="preserve">věda z. </w:t>
      </w:r>
      <w:proofErr w:type="spellStart"/>
      <w:r>
        <w:t>ú.</w:t>
      </w:r>
      <w:proofErr w:type="spellEnd"/>
      <w:r>
        <w:t>, Podhorská</w:t>
      </w:r>
      <w:proofErr w:type="gramEnd"/>
      <w:r>
        <w:t xml:space="preserve"> 1050/45, 466 01 Jablonec nad Nisou, </w:t>
      </w:r>
      <w:r>
        <w:rPr>
          <w:snapToGrid w:val="0"/>
        </w:rPr>
        <w:t xml:space="preserve">IČ </w:t>
      </w:r>
      <w:r>
        <w:t>03657914</w:t>
      </w:r>
      <w:r w:rsidRPr="00475613">
        <w:rPr>
          <w:snapToGrid w:val="0"/>
        </w:rPr>
        <w:t>,</w:t>
      </w:r>
      <w:r>
        <w:rPr>
          <w:snapToGrid w:val="0"/>
        </w:rPr>
        <w:t xml:space="preserve"> </w:t>
      </w:r>
      <w:r>
        <w:rPr>
          <w:snapToGrid w:val="0"/>
        </w:rPr>
        <w:lastRenderedPageBreak/>
        <w:t>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1 000 Kč.</w:t>
      </w:r>
    </w:p>
    <w:p w:rsidR="00BF4956" w:rsidRDefault="00BF4956" w:rsidP="00BF4956">
      <w:pPr>
        <w:pStyle w:val="Nadpis3"/>
      </w:pPr>
      <w:r>
        <w:t>XL</w:t>
      </w:r>
      <w:r w:rsidR="00C60DFB">
        <w:t>I</w:t>
      </w:r>
      <w:r w:rsidR="00416462">
        <w:t>V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="000B3CE3">
        <w:t>Mgr. Kateřinou Herold, Povážská 356, 38</w:t>
      </w:r>
      <w:r>
        <w:t xml:space="preserve">6 01 Strakonice, </w:t>
      </w:r>
      <w:r>
        <w:rPr>
          <w:snapToGrid w:val="0"/>
        </w:rPr>
        <w:t xml:space="preserve">IČ </w:t>
      </w:r>
      <w:r w:rsidR="000B3CE3">
        <w:rPr>
          <w:snapToGrid w:val="0"/>
        </w:rPr>
        <w:t>88245632</w:t>
      </w:r>
      <w:r w:rsidRPr="00475613">
        <w:rPr>
          <w:snapToGrid w:val="0"/>
        </w:rPr>
        <w:t>,</w:t>
      </w:r>
      <w:r>
        <w:rPr>
          <w:snapToGrid w:val="0"/>
        </w:rPr>
        <w:t xml:space="preserve">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>
        <w:t>XL</w:t>
      </w:r>
      <w:r w:rsidR="00C60DFB">
        <w:t>V</w:t>
      </w:r>
      <w:r>
        <w:t>. Souhlasí</w:t>
      </w:r>
    </w:p>
    <w:p w:rsidR="00BF4956" w:rsidRDefault="00BF4956" w:rsidP="00BF4956">
      <w:pPr>
        <w:jc w:val="both"/>
      </w:pPr>
      <w:r>
        <w:t xml:space="preserve">s uzavřením darovací smlouvy mezi městem Strakonice, Velké náměstí 2, 386 01 Strakonice, IČ 00251810 a </w:t>
      </w:r>
      <w:r w:rsidRPr="00D90324">
        <w:rPr>
          <w:bCs/>
          <w:snapToGrid w:val="0"/>
        </w:rPr>
        <w:t>Český</w:t>
      </w:r>
      <w:r>
        <w:rPr>
          <w:bCs/>
          <w:snapToGrid w:val="0"/>
        </w:rPr>
        <w:t>m</w:t>
      </w:r>
      <w:r w:rsidRPr="00D90324">
        <w:rPr>
          <w:bCs/>
          <w:snapToGrid w:val="0"/>
        </w:rPr>
        <w:t xml:space="preserve"> rybářský</w:t>
      </w:r>
      <w:r>
        <w:rPr>
          <w:bCs/>
          <w:snapToGrid w:val="0"/>
        </w:rPr>
        <w:t>m</w:t>
      </w:r>
      <w:r w:rsidRPr="00D90324">
        <w:rPr>
          <w:bCs/>
          <w:snapToGrid w:val="0"/>
        </w:rPr>
        <w:t xml:space="preserve"> svaz</w:t>
      </w:r>
      <w:r>
        <w:rPr>
          <w:bCs/>
          <w:snapToGrid w:val="0"/>
        </w:rPr>
        <w:t>em</w:t>
      </w:r>
      <w:r w:rsidRPr="00D90324">
        <w:rPr>
          <w:bCs/>
          <w:snapToGrid w:val="0"/>
        </w:rPr>
        <w:t xml:space="preserve">, z. </w:t>
      </w:r>
      <w:proofErr w:type="gramStart"/>
      <w:r w:rsidRPr="00D90324">
        <w:rPr>
          <w:bCs/>
          <w:snapToGrid w:val="0"/>
        </w:rPr>
        <w:t>s.</w:t>
      </w:r>
      <w:proofErr w:type="gramEnd"/>
      <w:r w:rsidRPr="00D90324">
        <w:rPr>
          <w:bCs/>
          <w:snapToGrid w:val="0"/>
        </w:rPr>
        <w:t>, místní organizac</w:t>
      </w:r>
      <w:r>
        <w:rPr>
          <w:bCs/>
          <w:snapToGrid w:val="0"/>
        </w:rPr>
        <w:t>í</w:t>
      </w:r>
      <w:r w:rsidRPr="00D90324">
        <w:rPr>
          <w:bCs/>
          <w:snapToGrid w:val="0"/>
        </w:rPr>
        <w:t xml:space="preserve"> Strakonice</w:t>
      </w:r>
      <w:r>
        <w:rPr>
          <w:bCs/>
          <w:snapToGrid w:val="0"/>
        </w:rPr>
        <w:t xml:space="preserve">, </w:t>
      </w:r>
      <w:r w:rsidRPr="0034794C">
        <w:rPr>
          <w:snapToGrid w:val="0"/>
        </w:rPr>
        <w:t>Katovická 175</w:t>
      </w:r>
      <w:r>
        <w:rPr>
          <w:snapToGrid w:val="0"/>
        </w:rPr>
        <w:t>,</w:t>
      </w:r>
      <w:r>
        <w:t xml:space="preserve"> 386 01 Strakonice, </w:t>
      </w:r>
      <w:r>
        <w:rPr>
          <w:snapToGrid w:val="0"/>
        </w:rPr>
        <w:t xml:space="preserve">IČ </w:t>
      </w:r>
      <w:r w:rsidRPr="0034794C">
        <w:rPr>
          <w:snapToGrid w:val="0"/>
        </w:rPr>
        <w:t>46666231</w:t>
      </w:r>
      <w:r>
        <w:rPr>
          <w:snapToGrid w:val="0"/>
        </w:rPr>
        <w:t>, j</w:t>
      </w:r>
      <w:r>
        <w:rPr>
          <w:rStyle w:val="nowrap"/>
          <w:bCs/>
        </w:rPr>
        <w:t xml:space="preserve">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500 Kč.</w:t>
      </w:r>
    </w:p>
    <w:p w:rsidR="00BF4956" w:rsidRDefault="00BF4956" w:rsidP="00BF4956">
      <w:pPr>
        <w:pStyle w:val="Nadpis3"/>
      </w:pPr>
      <w:r w:rsidRPr="00DD5B7A">
        <w:t>X</w:t>
      </w:r>
      <w:r>
        <w:t>LV</w:t>
      </w:r>
      <w:r w:rsidR="00C60DFB">
        <w:t>I</w:t>
      </w:r>
      <w:r w:rsidRPr="00DD5B7A">
        <w:t>. Pověřuje</w:t>
      </w:r>
    </w:p>
    <w:p w:rsidR="00BF4956" w:rsidRPr="00DD5B7A" w:rsidRDefault="00BF4956" w:rsidP="00BF4956">
      <w:pPr>
        <w:spacing w:line="259" w:lineRule="auto"/>
      </w:pPr>
      <w:r w:rsidRPr="00DD5B7A">
        <w:t xml:space="preserve">starostu města podpisem </w:t>
      </w:r>
      <w:r w:rsidR="00F26743">
        <w:t>s</w:t>
      </w:r>
      <w:r w:rsidR="00E74C39">
        <w:t xml:space="preserve">hora </w:t>
      </w:r>
      <w:r w:rsidRPr="00DD5B7A">
        <w:t xml:space="preserve">uvedených </w:t>
      </w:r>
      <w:r>
        <w:t>darovacích</w:t>
      </w:r>
      <w:r w:rsidRPr="00DD5B7A">
        <w:t xml:space="preserve"> smluv.</w:t>
      </w:r>
    </w:p>
    <w:p w:rsidR="00BF4956" w:rsidRDefault="00BF4956" w:rsidP="00BF4956">
      <w:pPr>
        <w:jc w:val="both"/>
      </w:pPr>
    </w:p>
    <w:p w:rsidR="007F73FB" w:rsidRDefault="007F73FB" w:rsidP="007F73FB">
      <w:pPr>
        <w:pStyle w:val="Nadpis2"/>
        <w:spacing w:line="259" w:lineRule="auto"/>
      </w:pPr>
      <w:r>
        <w:t>4) Zápis z 31. komise pro sport 22. 10. 2018</w:t>
      </w:r>
    </w:p>
    <w:p w:rsidR="00082DC2" w:rsidRDefault="00082DC2" w:rsidP="007F73FB">
      <w:pPr>
        <w:pStyle w:val="Zkladntext"/>
        <w:spacing w:after="0" w:line="259" w:lineRule="auto"/>
        <w:jc w:val="both"/>
        <w:rPr>
          <w:b/>
          <w:iCs/>
          <w:u w:val="single"/>
        </w:rPr>
      </w:pPr>
    </w:p>
    <w:p w:rsidR="007F73FB" w:rsidRPr="00857390" w:rsidRDefault="007F73FB" w:rsidP="007F73FB">
      <w:pPr>
        <w:pStyle w:val="Zkladntext"/>
        <w:spacing w:after="0" w:line="259" w:lineRule="auto"/>
        <w:jc w:val="both"/>
        <w:rPr>
          <w:b/>
          <w:iCs/>
          <w:u w:val="single"/>
        </w:rPr>
      </w:pPr>
      <w:r w:rsidRPr="00857390">
        <w:rPr>
          <w:b/>
          <w:iCs/>
          <w:u w:val="single"/>
        </w:rPr>
        <w:t>Návrh usnesení:</w:t>
      </w:r>
    </w:p>
    <w:p w:rsidR="007F73FB" w:rsidRDefault="007F73FB" w:rsidP="007F73FB">
      <w:pPr>
        <w:pStyle w:val="Zkladntext"/>
        <w:spacing w:after="0" w:line="259" w:lineRule="auto"/>
        <w:jc w:val="both"/>
        <w:rPr>
          <w:iCs/>
        </w:rPr>
      </w:pPr>
      <w:r>
        <w:rPr>
          <w:iCs/>
        </w:rPr>
        <w:t>RM po projednání</w:t>
      </w:r>
    </w:p>
    <w:p w:rsidR="007F73FB" w:rsidRDefault="007F73FB" w:rsidP="007F73FB">
      <w:pPr>
        <w:pStyle w:val="Zkladntext"/>
        <w:spacing w:after="0" w:line="259" w:lineRule="auto"/>
        <w:jc w:val="both"/>
        <w:rPr>
          <w:iCs/>
        </w:rPr>
      </w:pPr>
    </w:p>
    <w:p w:rsidR="007F73FB" w:rsidRDefault="007F73FB" w:rsidP="007F73FB">
      <w:pPr>
        <w:pStyle w:val="Nadpis3"/>
        <w:spacing w:line="259" w:lineRule="auto"/>
      </w:pPr>
      <w:r>
        <w:t>I. Bere na vědomí:</w:t>
      </w:r>
    </w:p>
    <w:p w:rsidR="007F73FB" w:rsidRDefault="007F73FB" w:rsidP="007F73FB">
      <w:pPr>
        <w:pStyle w:val="Zkladntext"/>
        <w:spacing w:after="0" w:line="259" w:lineRule="auto"/>
        <w:jc w:val="both"/>
        <w:rPr>
          <w:iCs/>
        </w:rPr>
      </w:pPr>
      <w:r>
        <w:rPr>
          <w:iCs/>
        </w:rPr>
        <w:t>zápis z 31. komise pro sport ze dne 22. 10. 2018</w:t>
      </w:r>
      <w:r w:rsidR="00F57624">
        <w:rPr>
          <w:iCs/>
        </w:rPr>
        <w:t>.</w:t>
      </w:r>
    </w:p>
    <w:p w:rsidR="007F73FB" w:rsidRDefault="007F73FB" w:rsidP="007F73FB">
      <w:pPr>
        <w:pStyle w:val="Zkladntext"/>
        <w:spacing w:after="0" w:line="259" w:lineRule="auto"/>
        <w:jc w:val="both"/>
        <w:rPr>
          <w:iCs/>
        </w:rPr>
      </w:pPr>
    </w:p>
    <w:p w:rsidR="007F73FB" w:rsidRDefault="007F73FB" w:rsidP="007F73FB">
      <w:pPr>
        <w:pStyle w:val="Zkladntext"/>
        <w:spacing w:after="0" w:line="259" w:lineRule="auto"/>
        <w:jc w:val="both"/>
        <w:rPr>
          <w:iCs/>
        </w:rPr>
      </w:pPr>
    </w:p>
    <w:p w:rsidR="007F73FB" w:rsidRDefault="007F73FB" w:rsidP="007F73FB">
      <w:pPr>
        <w:pStyle w:val="Nadpis2"/>
      </w:pPr>
      <w:r>
        <w:t>5) Vyhlášení Dotačního programu města Strakonice na podporu tělovýchovy, sportu a ostatních volnočasových aktivit pro rok 2019</w:t>
      </w:r>
    </w:p>
    <w:p w:rsidR="007F73FB" w:rsidRDefault="007F73FB" w:rsidP="007F73FB">
      <w:pPr>
        <w:pStyle w:val="Zkladntext"/>
        <w:rPr>
          <w:i/>
          <w:iCs/>
        </w:rPr>
      </w:pPr>
    </w:p>
    <w:p w:rsidR="007F73FB" w:rsidRPr="000243EC" w:rsidRDefault="007F73FB" w:rsidP="007F73FB">
      <w:pPr>
        <w:pStyle w:val="Zkladntext"/>
        <w:rPr>
          <w:b/>
          <w:bCs/>
          <w:i/>
          <w:u w:val="single"/>
        </w:rPr>
      </w:pPr>
      <w:r w:rsidRPr="000243EC">
        <w:rPr>
          <w:b/>
          <w:bCs/>
          <w:u w:val="single"/>
        </w:rPr>
        <w:t>Návrh usnesení:</w:t>
      </w:r>
      <w:r w:rsidRPr="000243EC">
        <w:rPr>
          <w:bCs/>
        </w:rPr>
        <w:t xml:space="preserve"> </w:t>
      </w:r>
    </w:p>
    <w:p w:rsidR="007F73FB" w:rsidRDefault="007F73FB" w:rsidP="007F73FB">
      <w:pPr>
        <w:jc w:val="both"/>
      </w:pPr>
      <w:r>
        <w:t>RM po projednání</w:t>
      </w:r>
    </w:p>
    <w:p w:rsidR="007F73FB" w:rsidRDefault="007F73FB" w:rsidP="007F73FB">
      <w:pPr>
        <w:jc w:val="both"/>
      </w:pPr>
    </w:p>
    <w:p w:rsidR="007F73FB" w:rsidRDefault="007F73FB" w:rsidP="007F73FB">
      <w:pPr>
        <w:pStyle w:val="Nadpis3"/>
      </w:pPr>
      <w:r>
        <w:t>I. Doporučuje ZM</w:t>
      </w:r>
    </w:p>
    <w:p w:rsidR="007F73FB" w:rsidRDefault="007F73FB" w:rsidP="007F73FB">
      <w:pPr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tělovýchovy, sportu a ostatních volnočasových aktivit pro rok 2019. </w:t>
      </w:r>
    </w:p>
    <w:p w:rsidR="007F73FB" w:rsidRDefault="007F73FB" w:rsidP="007F73FB">
      <w:pPr>
        <w:pStyle w:val="Nadpis3"/>
      </w:pPr>
    </w:p>
    <w:p w:rsidR="007F73FB" w:rsidRDefault="007F73FB" w:rsidP="007F73FB">
      <w:pPr>
        <w:pStyle w:val="Nadpis3"/>
      </w:pPr>
      <w:r>
        <w:t>II. Souhlasí</w:t>
      </w:r>
    </w:p>
    <w:p w:rsidR="007F73FB" w:rsidRDefault="007F73FB" w:rsidP="007F73FB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2019.    </w:t>
      </w:r>
    </w:p>
    <w:p w:rsidR="007F73FB" w:rsidRDefault="007F73FB" w:rsidP="007F73FB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7F73FB" w:rsidRDefault="007F73FB" w:rsidP="007F73FB">
      <w:pPr>
        <w:pStyle w:val="Nadpis2"/>
        <w:jc w:val="both"/>
        <w:rPr>
          <w:szCs w:val="32"/>
        </w:rPr>
      </w:pPr>
    </w:p>
    <w:p w:rsidR="007F73FB" w:rsidRDefault="007F73FB" w:rsidP="007F73FB">
      <w:pPr>
        <w:pStyle w:val="Nadpis2"/>
        <w:spacing w:line="259" w:lineRule="auto"/>
      </w:pPr>
      <w:r>
        <w:t>6) Vyhlášení Dotačního programu města Strakonice na podporu tělovýchovy, sportu a ostatních volnočasových aktivit dospělých pro rok 2019</w:t>
      </w:r>
    </w:p>
    <w:p w:rsidR="007F73FB" w:rsidRDefault="007F73FB" w:rsidP="007F73FB">
      <w:pPr>
        <w:pStyle w:val="Zkladntext"/>
        <w:spacing w:after="0" w:line="259" w:lineRule="auto"/>
        <w:rPr>
          <w:i/>
          <w:iCs/>
        </w:rPr>
      </w:pPr>
    </w:p>
    <w:p w:rsidR="007F73FB" w:rsidRPr="000243EC" w:rsidRDefault="007F73FB" w:rsidP="007F73FB">
      <w:pPr>
        <w:pStyle w:val="Zkladntext"/>
        <w:spacing w:after="0" w:line="259" w:lineRule="auto"/>
        <w:rPr>
          <w:b/>
          <w:bCs/>
          <w:i/>
          <w:u w:val="single"/>
        </w:rPr>
      </w:pPr>
      <w:r w:rsidRPr="000243EC">
        <w:rPr>
          <w:b/>
          <w:bCs/>
          <w:u w:val="single"/>
        </w:rPr>
        <w:t>Návrh usnesení:</w:t>
      </w:r>
      <w:r w:rsidRPr="000243EC">
        <w:rPr>
          <w:bCs/>
        </w:rPr>
        <w:t xml:space="preserve"> </w:t>
      </w:r>
    </w:p>
    <w:p w:rsidR="007F73FB" w:rsidRDefault="007F73FB" w:rsidP="007F73FB">
      <w:pPr>
        <w:spacing w:line="259" w:lineRule="auto"/>
        <w:jc w:val="both"/>
      </w:pPr>
      <w:r>
        <w:t>RM po projednání</w:t>
      </w:r>
    </w:p>
    <w:p w:rsidR="007F73FB" w:rsidRDefault="007F73FB" w:rsidP="007F73FB">
      <w:pPr>
        <w:spacing w:line="259" w:lineRule="auto"/>
        <w:jc w:val="both"/>
      </w:pPr>
    </w:p>
    <w:p w:rsidR="007F73FB" w:rsidRDefault="007F73FB" w:rsidP="007F73FB">
      <w:pPr>
        <w:pStyle w:val="Nadpis3"/>
        <w:spacing w:line="259" w:lineRule="auto"/>
      </w:pPr>
      <w:r>
        <w:t>I. Doporučuje ZM</w:t>
      </w:r>
    </w:p>
    <w:p w:rsidR="007F73FB" w:rsidRDefault="007F73FB" w:rsidP="007F73FB">
      <w:pPr>
        <w:spacing w:line="259" w:lineRule="auto"/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tělovýchovy, sportu a ostatních volnočasových aktivit dospělých pro rok 2019. </w:t>
      </w:r>
    </w:p>
    <w:p w:rsidR="007F73FB" w:rsidRDefault="007F73FB" w:rsidP="007F73FB">
      <w:pPr>
        <w:pStyle w:val="Nadpis3"/>
        <w:spacing w:line="259" w:lineRule="auto"/>
      </w:pPr>
    </w:p>
    <w:p w:rsidR="007F73FB" w:rsidRDefault="007F73FB" w:rsidP="007F73FB">
      <w:pPr>
        <w:pStyle w:val="Nadpis3"/>
        <w:spacing w:line="259" w:lineRule="auto"/>
      </w:pPr>
      <w:r>
        <w:t>II. Souhlasí</w:t>
      </w:r>
    </w:p>
    <w:p w:rsidR="007F73FB" w:rsidRDefault="007F73FB" w:rsidP="007F73FB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2019.    </w:t>
      </w:r>
    </w:p>
    <w:p w:rsidR="007F73FB" w:rsidRDefault="007F73FB" w:rsidP="007F73FB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59" w:lineRule="auto"/>
        <w:rPr>
          <w:szCs w:val="24"/>
        </w:rPr>
      </w:pPr>
    </w:p>
    <w:p w:rsidR="007F73FB" w:rsidRDefault="007F73FB" w:rsidP="00BF4956">
      <w:pPr>
        <w:jc w:val="both"/>
      </w:pPr>
    </w:p>
    <w:p w:rsidR="00F757C4" w:rsidRDefault="00F757C4" w:rsidP="00F757C4">
      <w:pPr>
        <w:pStyle w:val="Nadpis2"/>
        <w:spacing w:line="259" w:lineRule="auto"/>
      </w:pPr>
      <w:r>
        <w:t>7) Vyhlášení Dotačního programu města Strakonice na podporu kultury v roce 2019</w:t>
      </w:r>
    </w:p>
    <w:p w:rsidR="00F757C4" w:rsidRDefault="00F757C4" w:rsidP="00F757C4">
      <w:pPr>
        <w:pStyle w:val="Zkladntext"/>
        <w:spacing w:after="0" w:line="259" w:lineRule="auto"/>
        <w:rPr>
          <w:i/>
          <w:iCs/>
        </w:rPr>
      </w:pPr>
    </w:p>
    <w:p w:rsidR="00F757C4" w:rsidRPr="000243EC" w:rsidRDefault="00F757C4" w:rsidP="00F757C4">
      <w:pPr>
        <w:pStyle w:val="Zkladntext"/>
        <w:spacing w:after="0" w:line="259" w:lineRule="auto"/>
        <w:rPr>
          <w:b/>
          <w:bCs/>
          <w:i/>
          <w:u w:val="single"/>
        </w:rPr>
      </w:pPr>
      <w:r w:rsidRPr="000243EC">
        <w:rPr>
          <w:b/>
          <w:bCs/>
          <w:u w:val="single"/>
        </w:rPr>
        <w:t>Návrh usnesení:</w:t>
      </w:r>
      <w:r w:rsidRPr="000243EC">
        <w:rPr>
          <w:bCs/>
        </w:rPr>
        <w:t xml:space="preserve"> </w:t>
      </w:r>
    </w:p>
    <w:p w:rsidR="00F757C4" w:rsidRDefault="00F757C4" w:rsidP="00F757C4">
      <w:pPr>
        <w:spacing w:line="259" w:lineRule="auto"/>
        <w:jc w:val="both"/>
      </w:pPr>
      <w:r>
        <w:t>RM po projednání</w:t>
      </w:r>
    </w:p>
    <w:p w:rsidR="00F757C4" w:rsidRDefault="00F757C4" w:rsidP="00F757C4">
      <w:pPr>
        <w:spacing w:line="259" w:lineRule="auto"/>
        <w:jc w:val="both"/>
      </w:pPr>
    </w:p>
    <w:p w:rsidR="00F757C4" w:rsidRDefault="00F757C4" w:rsidP="00F757C4">
      <w:pPr>
        <w:pStyle w:val="Nadpis3"/>
        <w:spacing w:line="259" w:lineRule="auto"/>
      </w:pPr>
      <w:r>
        <w:t>I. Doporučuje ZM</w:t>
      </w:r>
    </w:p>
    <w:p w:rsidR="00F757C4" w:rsidRDefault="00F757C4" w:rsidP="00F757C4">
      <w:pPr>
        <w:spacing w:line="259" w:lineRule="auto"/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</w:t>
      </w:r>
      <w:r w:rsidR="003B1B59">
        <w:rPr>
          <w:bCs/>
        </w:rPr>
        <w:t>kultury v roce</w:t>
      </w:r>
      <w:r>
        <w:rPr>
          <w:bCs/>
        </w:rPr>
        <w:t xml:space="preserve"> 2019. </w:t>
      </w:r>
    </w:p>
    <w:p w:rsidR="00F757C4" w:rsidRDefault="00F757C4" w:rsidP="00F757C4">
      <w:pPr>
        <w:pStyle w:val="Nadpis3"/>
        <w:spacing w:line="259" w:lineRule="auto"/>
      </w:pPr>
    </w:p>
    <w:p w:rsidR="00F757C4" w:rsidRDefault="00F757C4" w:rsidP="00F757C4">
      <w:pPr>
        <w:pStyle w:val="Nadpis3"/>
        <w:spacing w:line="259" w:lineRule="auto"/>
      </w:pPr>
      <w:r>
        <w:t>II. Souhlasí</w:t>
      </w:r>
    </w:p>
    <w:p w:rsidR="00F757C4" w:rsidRDefault="00F757C4" w:rsidP="00F757C4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</w:t>
      </w:r>
      <w:r w:rsidR="00A72ACE">
        <w:rPr>
          <w:bCs/>
        </w:rPr>
        <w:t>kultury</w:t>
      </w:r>
      <w:r w:rsidR="00A00312">
        <w:rPr>
          <w:bCs/>
        </w:rPr>
        <w:t xml:space="preserve"> v roce</w:t>
      </w:r>
      <w:r>
        <w:rPr>
          <w:bCs/>
        </w:rPr>
        <w:t xml:space="preserve"> 2019.    </w:t>
      </w:r>
    </w:p>
    <w:p w:rsidR="00F757C4" w:rsidRDefault="00F757C4" w:rsidP="00F757C4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59" w:lineRule="auto"/>
        <w:rPr>
          <w:szCs w:val="24"/>
        </w:rPr>
      </w:pPr>
    </w:p>
    <w:p w:rsidR="00F757C4" w:rsidRDefault="00F757C4" w:rsidP="00BF4956">
      <w:pPr>
        <w:jc w:val="both"/>
      </w:pPr>
    </w:p>
    <w:p w:rsidR="00465191" w:rsidRDefault="00465191" w:rsidP="00465191">
      <w:pPr>
        <w:pStyle w:val="Nadpis2"/>
        <w:spacing w:line="259" w:lineRule="auto"/>
      </w:pPr>
      <w:r>
        <w:t>8) Zápis z 31. komise pro kulturu 15. 10. 2018</w:t>
      </w:r>
    </w:p>
    <w:p w:rsidR="00465191" w:rsidRDefault="00465191" w:rsidP="00465191">
      <w:pPr>
        <w:spacing w:line="259" w:lineRule="auto"/>
        <w:jc w:val="both"/>
      </w:pPr>
    </w:p>
    <w:p w:rsidR="00465191" w:rsidRPr="00857390" w:rsidRDefault="00465191" w:rsidP="00465191">
      <w:pPr>
        <w:pStyle w:val="Zkladntext"/>
        <w:spacing w:after="0" w:line="259" w:lineRule="auto"/>
        <w:jc w:val="both"/>
        <w:rPr>
          <w:b/>
          <w:iCs/>
          <w:u w:val="single"/>
        </w:rPr>
      </w:pPr>
      <w:r w:rsidRPr="00857390">
        <w:rPr>
          <w:b/>
          <w:iCs/>
          <w:u w:val="single"/>
        </w:rPr>
        <w:t>Návrh usnesení:</w:t>
      </w:r>
    </w:p>
    <w:p w:rsidR="00465191" w:rsidRDefault="00465191" w:rsidP="00465191">
      <w:pPr>
        <w:pStyle w:val="Zkladntext"/>
        <w:spacing w:after="0" w:line="259" w:lineRule="auto"/>
        <w:jc w:val="both"/>
        <w:rPr>
          <w:iCs/>
        </w:rPr>
      </w:pPr>
      <w:r>
        <w:rPr>
          <w:iCs/>
        </w:rPr>
        <w:t>RM po projednání</w:t>
      </w:r>
    </w:p>
    <w:p w:rsidR="00465191" w:rsidRDefault="00465191" w:rsidP="00465191">
      <w:pPr>
        <w:pStyle w:val="Zkladntext"/>
        <w:spacing w:after="0" w:line="259" w:lineRule="auto"/>
        <w:jc w:val="both"/>
        <w:rPr>
          <w:iCs/>
        </w:rPr>
      </w:pPr>
    </w:p>
    <w:p w:rsidR="00465191" w:rsidRDefault="00465191" w:rsidP="00465191">
      <w:pPr>
        <w:pStyle w:val="Nadpis3"/>
        <w:spacing w:line="259" w:lineRule="auto"/>
      </w:pPr>
      <w:r>
        <w:t>I. Bere na vědomí:</w:t>
      </w:r>
    </w:p>
    <w:p w:rsidR="00465191" w:rsidRDefault="00465191" w:rsidP="00465191">
      <w:pPr>
        <w:pStyle w:val="Zkladntext"/>
        <w:spacing w:after="0" w:line="259" w:lineRule="auto"/>
        <w:jc w:val="both"/>
        <w:rPr>
          <w:iCs/>
        </w:rPr>
      </w:pPr>
      <w:r>
        <w:rPr>
          <w:iCs/>
        </w:rPr>
        <w:t>zápis z 31. komise pro kulturu ze dne 15. 10. 2018</w:t>
      </w:r>
      <w:r w:rsidR="00F57624">
        <w:rPr>
          <w:iCs/>
        </w:rPr>
        <w:t>.</w:t>
      </w:r>
      <w:bookmarkStart w:id="0" w:name="_GoBack"/>
      <w:bookmarkEnd w:id="0"/>
    </w:p>
    <w:sectPr w:rsidR="00465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82DC2"/>
    <w:rsid w:val="000B3CE3"/>
    <w:rsid w:val="00181B71"/>
    <w:rsid w:val="001C45EF"/>
    <w:rsid w:val="001D4E71"/>
    <w:rsid w:val="001E549E"/>
    <w:rsid w:val="001F155E"/>
    <w:rsid w:val="001F4C10"/>
    <w:rsid w:val="00220DC4"/>
    <w:rsid w:val="0026490C"/>
    <w:rsid w:val="00296628"/>
    <w:rsid w:val="002A5554"/>
    <w:rsid w:val="003015BF"/>
    <w:rsid w:val="00363CE7"/>
    <w:rsid w:val="00364546"/>
    <w:rsid w:val="0037322C"/>
    <w:rsid w:val="003B1B59"/>
    <w:rsid w:val="003C17E5"/>
    <w:rsid w:val="003C633A"/>
    <w:rsid w:val="003C78C2"/>
    <w:rsid w:val="003F1855"/>
    <w:rsid w:val="00416462"/>
    <w:rsid w:val="004501E6"/>
    <w:rsid w:val="004502B1"/>
    <w:rsid w:val="00465191"/>
    <w:rsid w:val="0047067D"/>
    <w:rsid w:val="004A7A94"/>
    <w:rsid w:val="00505229"/>
    <w:rsid w:val="00694B76"/>
    <w:rsid w:val="006A5837"/>
    <w:rsid w:val="006B5D46"/>
    <w:rsid w:val="006D339D"/>
    <w:rsid w:val="00746640"/>
    <w:rsid w:val="007A4454"/>
    <w:rsid w:val="007B1D87"/>
    <w:rsid w:val="007F73FB"/>
    <w:rsid w:val="008F0A58"/>
    <w:rsid w:val="00920D19"/>
    <w:rsid w:val="0099277E"/>
    <w:rsid w:val="009C229D"/>
    <w:rsid w:val="009E26DB"/>
    <w:rsid w:val="00A00312"/>
    <w:rsid w:val="00A432F0"/>
    <w:rsid w:val="00A666D1"/>
    <w:rsid w:val="00A6727D"/>
    <w:rsid w:val="00A72ACE"/>
    <w:rsid w:val="00A93681"/>
    <w:rsid w:val="00AE3BF8"/>
    <w:rsid w:val="00AE5FC5"/>
    <w:rsid w:val="00B221BA"/>
    <w:rsid w:val="00B9190F"/>
    <w:rsid w:val="00BF4956"/>
    <w:rsid w:val="00BF7E67"/>
    <w:rsid w:val="00C24129"/>
    <w:rsid w:val="00C5239A"/>
    <w:rsid w:val="00C526C9"/>
    <w:rsid w:val="00C60DFB"/>
    <w:rsid w:val="00C62673"/>
    <w:rsid w:val="00CB6DDB"/>
    <w:rsid w:val="00CD41B8"/>
    <w:rsid w:val="00D067D8"/>
    <w:rsid w:val="00D15EC4"/>
    <w:rsid w:val="00D35C64"/>
    <w:rsid w:val="00D87524"/>
    <w:rsid w:val="00D950C3"/>
    <w:rsid w:val="00DB2AB0"/>
    <w:rsid w:val="00DE1C05"/>
    <w:rsid w:val="00E34FEC"/>
    <w:rsid w:val="00E74C39"/>
    <w:rsid w:val="00EE2AC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D4719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217</TotalTime>
  <Pages>8</Pages>
  <Words>3031</Words>
  <Characters>16022</Characters>
  <Application>Microsoft Office Word</Application>
  <DocSecurity>0</DocSecurity>
  <Lines>133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55</cp:revision>
  <cp:lastPrinted>2018-11-13T12:15:00Z</cp:lastPrinted>
  <dcterms:created xsi:type="dcterms:W3CDTF">2018-11-12T09:35:00Z</dcterms:created>
  <dcterms:modified xsi:type="dcterms:W3CDTF">2018-11-15T11:11:00Z</dcterms:modified>
</cp:coreProperties>
</file>